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2A5AB" w14:textId="77777777" w:rsidR="00DC3AEF" w:rsidRDefault="00DC3AEF" w:rsidP="00DC3AE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A2A6856" w14:textId="77777777" w:rsidR="00DC3AEF" w:rsidRDefault="00DC3AEF" w:rsidP="00DC3AE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596A7BE" w14:textId="77777777" w:rsidR="00DC3AEF" w:rsidRDefault="00DC3AE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60B5BAF8" w14:textId="77777777" w:rsidR="00DC3AEF" w:rsidRDefault="00DC3AE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BEF8F5E" w14:textId="573D2B5F" w:rsidR="0085747A" w:rsidRPr="00017BF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SYLABUS</w:t>
      </w:r>
    </w:p>
    <w:p w14:paraId="505BC1DE" w14:textId="753EEF35" w:rsidR="0085747A" w:rsidRPr="00017BF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17BFC">
        <w:rPr>
          <w:rFonts w:ascii="Corbel" w:hAnsi="Corbel"/>
          <w:b/>
          <w:smallCaps/>
          <w:sz w:val="24"/>
          <w:szCs w:val="24"/>
        </w:rPr>
        <w:t xml:space="preserve"> </w:t>
      </w:r>
      <w:r w:rsidR="00D82D83" w:rsidRPr="00017BFC">
        <w:rPr>
          <w:rFonts w:ascii="Corbel" w:hAnsi="Corbel"/>
          <w:b/>
          <w:smallCaps/>
          <w:sz w:val="24"/>
          <w:szCs w:val="24"/>
        </w:rPr>
        <w:t>202</w:t>
      </w:r>
      <w:r w:rsidR="003060ED">
        <w:rPr>
          <w:rFonts w:ascii="Corbel" w:hAnsi="Corbel"/>
          <w:b/>
          <w:smallCaps/>
          <w:sz w:val="24"/>
          <w:szCs w:val="24"/>
        </w:rPr>
        <w:t>3-</w:t>
      </w:r>
      <w:r w:rsidR="00D82D83" w:rsidRPr="00017BFC">
        <w:rPr>
          <w:rFonts w:ascii="Corbel" w:hAnsi="Corbel"/>
          <w:b/>
          <w:smallCaps/>
          <w:sz w:val="24"/>
          <w:szCs w:val="24"/>
        </w:rPr>
        <w:t>202</w:t>
      </w:r>
      <w:r w:rsidR="003060ED">
        <w:rPr>
          <w:rFonts w:ascii="Corbel" w:hAnsi="Corbel"/>
          <w:b/>
          <w:smallCaps/>
          <w:sz w:val="24"/>
          <w:szCs w:val="24"/>
        </w:rPr>
        <w:t>8</w:t>
      </w:r>
    </w:p>
    <w:p w14:paraId="6B294EBE" w14:textId="7314A2E3" w:rsidR="00445970" w:rsidRPr="00017BFC" w:rsidRDefault="00445970" w:rsidP="0048508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Rok akademicki  </w:t>
      </w:r>
      <w:r w:rsidR="00066E2B" w:rsidRPr="00A0635F">
        <w:rPr>
          <w:rFonts w:ascii="Corbel" w:hAnsi="Corbel"/>
          <w:b/>
          <w:bCs/>
          <w:sz w:val="24"/>
          <w:szCs w:val="24"/>
        </w:rPr>
        <w:t>202</w:t>
      </w:r>
      <w:r w:rsidR="003060ED">
        <w:rPr>
          <w:rFonts w:ascii="Corbel" w:hAnsi="Corbel"/>
          <w:b/>
          <w:bCs/>
          <w:sz w:val="24"/>
          <w:szCs w:val="24"/>
        </w:rPr>
        <w:t>3</w:t>
      </w:r>
      <w:r w:rsidR="00066E2B" w:rsidRPr="00A0635F">
        <w:rPr>
          <w:rFonts w:ascii="Corbel" w:hAnsi="Corbel"/>
          <w:b/>
          <w:bCs/>
          <w:sz w:val="24"/>
          <w:szCs w:val="24"/>
        </w:rPr>
        <w:t>/202</w:t>
      </w:r>
      <w:r w:rsidR="003060ED">
        <w:rPr>
          <w:rFonts w:ascii="Corbel" w:hAnsi="Corbel"/>
          <w:b/>
          <w:bCs/>
          <w:sz w:val="24"/>
          <w:szCs w:val="24"/>
        </w:rPr>
        <w:t>4</w:t>
      </w:r>
    </w:p>
    <w:p w14:paraId="2ABEBAD9" w14:textId="77777777" w:rsidR="0085747A" w:rsidRPr="00017BF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2D8FE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7BFC">
        <w:rPr>
          <w:rFonts w:ascii="Corbel" w:hAnsi="Corbel"/>
          <w:szCs w:val="24"/>
        </w:rPr>
        <w:t xml:space="preserve">1. </w:t>
      </w:r>
      <w:r w:rsidR="0085747A" w:rsidRPr="00017BFC">
        <w:rPr>
          <w:rFonts w:ascii="Corbel" w:hAnsi="Corbel"/>
          <w:szCs w:val="24"/>
        </w:rPr>
        <w:t xml:space="preserve">Podstawowe </w:t>
      </w:r>
      <w:r w:rsidR="00445970" w:rsidRPr="00017BF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7BFC" w14:paraId="38290EA1" w14:textId="77777777" w:rsidTr="00B819C8">
        <w:tc>
          <w:tcPr>
            <w:tcW w:w="2694" w:type="dxa"/>
            <w:vAlign w:val="center"/>
          </w:tcPr>
          <w:p w14:paraId="581B7106" w14:textId="77777777"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CBCA9F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technologie informacyjno-komunikacyjne</w:t>
            </w:r>
          </w:p>
        </w:tc>
      </w:tr>
      <w:tr w:rsidR="0085747A" w:rsidRPr="00017BFC" w14:paraId="6C38C6F8" w14:textId="77777777" w:rsidTr="00B819C8">
        <w:tc>
          <w:tcPr>
            <w:tcW w:w="2694" w:type="dxa"/>
            <w:vAlign w:val="center"/>
          </w:tcPr>
          <w:p w14:paraId="1A22FA4D" w14:textId="77777777"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E91E35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17BFC" w14:paraId="177CAC05" w14:textId="77777777" w:rsidTr="00B819C8">
        <w:tc>
          <w:tcPr>
            <w:tcW w:w="2694" w:type="dxa"/>
            <w:vAlign w:val="center"/>
          </w:tcPr>
          <w:p w14:paraId="593611A0" w14:textId="77777777" w:rsidR="0085747A" w:rsidRPr="00017BFC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17BF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4F18F2" w14:textId="77777777" w:rsidR="0085747A" w:rsidRPr="00017BFC" w:rsidRDefault="007A265C" w:rsidP="00066E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17BFC" w14:paraId="5FA4AF6D" w14:textId="77777777" w:rsidTr="00B819C8">
        <w:tc>
          <w:tcPr>
            <w:tcW w:w="2694" w:type="dxa"/>
            <w:vAlign w:val="center"/>
          </w:tcPr>
          <w:p w14:paraId="24E006D2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72794F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17BFC" w14:paraId="71CFA20F" w14:textId="77777777" w:rsidTr="00B819C8">
        <w:tc>
          <w:tcPr>
            <w:tcW w:w="2694" w:type="dxa"/>
            <w:vAlign w:val="center"/>
          </w:tcPr>
          <w:p w14:paraId="4BEADFBC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9601CC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017BFC" w14:paraId="38CF46FB" w14:textId="77777777" w:rsidTr="00B819C8">
        <w:tc>
          <w:tcPr>
            <w:tcW w:w="2694" w:type="dxa"/>
            <w:vAlign w:val="center"/>
          </w:tcPr>
          <w:p w14:paraId="45890712" w14:textId="77777777" w:rsidR="0085747A" w:rsidRPr="00017BF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E10D7D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017BFC" w14:paraId="26315F30" w14:textId="77777777" w:rsidTr="00B819C8">
        <w:tc>
          <w:tcPr>
            <w:tcW w:w="2694" w:type="dxa"/>
            <w:vAlign w:val="center"/>
          </w:tcPr>
          <w:p w14:paraId="02E2EB78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701DBA" w14:textId="77777777"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17BFC" w14:paraId="6A79D9F2" w14:textId="77777777" w:rsidTr="00B819C8">
        <w:tc>
          <w:tcPr>
            <w:tcW w:w="2694" w:type="dxa"/>
            <w:vAlign w:val="center"/>
          </w:tcPr>
          <w:p w14:paraId="4F1D6D28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F184A1" w14:textId="77777777"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017BFC" w14:paraId="0AE74C18" w14:textId="77777777" w:rsidTr="00B819C8">
        <w:tc>
          <w:tcPr>
            <w:tcW w:w="2694" w:type="dxa"/>
            <w:vAlign w:val="center"/>
          </w:tcPr>
          <w:p w14:paraId="5FAB015D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17BFC">
              <w:rPr>
                <w:rFonts w:ascii="Corbel" w:hAnsi="Corbel"/>
                <w:sz w:val="24"/>
                <w:szCs w:val="24"/>
              </w:rPr>
              <w:t>/y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602E91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017BFC" w14:paraId="1EF76470" w14:textId="77777777" w:rsidTr="00B819C8">
        <w:tc>
          <w:tcPr>
            <w:tcW w:w="2694" w:type="dxa"/>
            <w:vAlign w:val="center"/>
          </w:tcPr>
          <w:p w14:paraId="665ED8E8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B43237" w14:textId="77777777"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, F.4. Technologie </w:t>
            </w:r>
            <w:proofErr w:type="spellStart"/>
            <w:r w:rsidRPr="00017BFC">
              <w:rPr>
                <w:rFonts w:ascii="Corbel" w:hAnsi="Corbel"/>
                <w:b w:val="0"/>
                <w:sz w:val="24"/>
                <w:szCs w:val="24"/>
              </w:rPr>
              <w:t>informacyjno</w:t>
            </w:r>
            <w:proofErr w:type="spellEnd"/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 - komunikacyjne</w:t>
            </w:r>
          </w:p>
        </w:tc>
      </w:tr>
      <w:tr w:rsidR="00923D7D" w:rsidRPr="00017BFC" w14:paraId="283C5262" w14:textId="77777777" w:rsidTr="00B819C8">
        <w:tc>
          <w:tcPr>
            <w:tcW w:w="2694" w:type="dxa"/>
            <w:vAlign w:val="center"/>
          </w:tcPr>
          <w:p w14:paraId="13D4EB37" w14:textId="77777777" w:rsidR="00923D7D" w:rsidRPr="00017BF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505E3E" w14:textId="77777777" w:rsidR="00923D7D" w:rsidRPr="00017BFC" w:rsidRDefault="009327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17BFC" w14:paraId="40FFDD1D" w14:textId="77777777" w:rsidTr="00B819C8">
        <w:tc>
          <w:tcPr>
            <w:tcW w:w="2694" w:type="dxa"/>
            <w:vAlign w:val="center"/>
          </w:tcPr>
          <w:p w14:paraId="2D31359F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2DB32" w14:textId="77777777" w:rsidR="0085747A" w:rsidRPr="00017BFC" w:rsidRDefault="00932719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066E2B" w:rsidRPr="00017BFC"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 w:rsidR="00066E2B" w:rsidRPr="00017BFC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017BFC" w14:paraId="461F2BDB" w14:textId="77777777" w:rsidTr="00B819C8">
        <w:tc>
          <w:tcPr>
            <w:tcW w:w="2694" w:type="dxa"/>
            <w:vAlign w:val="center"/>
          </w:tcPr>
          <w:p w14:paraId="32D2741B" w14:textId="77777777"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BD1017" w14:textId="77777777" w:rsidR="0085747A" w:rsidRPr="00017BFC" w:rsidRDefault="00066E2B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</w:tbl>
    <w:p w14:paraId="34E240CF" w14:textId="77777777"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DD0D47" w14:textId="77777777" w:rsidR="0085747A" w:rsidRPr="00017BF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>1.</w:t>
      </w:r>
      <w:r w:rsidR="00E22FBC" w:rsidRPr="00017BFC">
        <w:rPr>
          <w:rFonts w:ascii="Corbel" w:hAnsi="Corbel"/>
          <w:sz w:val="24"/>
          <w:szCs w:val="24"/>
        </w:rPr>
        <w:t>1</w:t>
      </w:r>
      <w:r w:rsidRPr="00017BF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5352F4" w14:textId="77777777"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017BFC" w14:paraId="1B42D7C9" w14:textId="77777777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5A4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Semestr</w:t>
            </w:r>
          </w:p>
          <w:p w14:paraId="185666BE" w14:textId="77777777" w:rsidR="00015B8F" w:rsidRPr="00017BF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(</w:t>
            </w:r>
            <w:r w:rsidR="00363F78" w:rsidRPr="00017BF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4969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BFC">
              <w:rPr>
                <w:rFonts w:ascii="Corbel" w:hAnsi="Corbel"/>
                <w:szCs w:val="24"/>
              </w:rPr>
              <w:t>Wykł</w:t>
            </w:r>
            <w:proofErr w:type="spellEnd"/>
            <w:r w:rsidRPr="00017B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1870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4B9F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BFC">
              <w:rPr>
                <w:rFonts w:ascii="Corbel" w:hAnsi="Corbel"/>
                <w:szCs w:val="24"/>
              </w:rPr>
              <w:t>Konw</w:t>
            </w:r>
            <w:proofErr w:type="spellEnd"/>
            <w:r w:rsidRPr="00017B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B874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FBA1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61FE3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1D7C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BFC">
              <w:rPr>
                <w:rFonts w:ascii="Corbel" w:hAnsi="Corbel"/>
                <w:szCs w:val="24"/>
              </w:rPr>
              <w:t>Prakt</w:t>
            </w:r>
            <w:proofErr w:type="spellEnd"/>
            <w:r w:rsidRPr="00017B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E59B" w14:textId="77777777" w:rsidR="00015B8F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30B1" w14:textId="77777777"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Liczba pkt</w:t>
            </w:r>
            <w:r w:rsidR="00B90885" w:rsidRPr="00017BFC">
              <w:rPr>
                <w:rFonts w:ascii="Corbel" w:hAnsi="Corbel"/>
                <w:b/>
                <w:szCs w:val="24"/>
              </w:rPr>
              <w:t>.</w:t>
            </w:r>
            <w:r w:rsidRPr="00017BF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66E2B" w:rsidRPr="00017BFC" w14:paraId="1B963788" w14:textId="77777777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F98E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BDFC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6110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67AC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088E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E59B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6A15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B4B8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D1E2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992E" w14:textId="77777777"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6CDD0A43" w14:textId="77777777" w:rsidR="00923D7D" w:rsidRPr="00017BF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DF8C78" w14:textId="77777777" w:rsidR="0085747A" w:rsidRPr="00017BF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1.</w:t>
      </w:r>
      <w:r w:rsidR="00E22FBC" w:rsidRPr="00017BFC">
        <w:rPr>
          <w:rFonts w:ascii="Corbel" w:hAnsi="Corbel"/>
          <w:smallCaps w:val="0"/>
          <w:szCs w:val="24"/>
        </w:rPr>
        <w:t>2</w:t>
      </w:r>
      <w:r w:rsidR="00F83B28" w:rsidRPr="00017BFC">
        <w:rPr>
          <w:rFonts w:ascii="Corbel" w:hAnsi="Corbel"/>
          <w:smallCaps w:val="0"/>
          <w:szCs w:val="24"/>
        </w:rPr>
        <w:t>.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 xml:space="preserve">Sposób realizacji zajęć  </w:t>
      </w:r>
    </w:p>
    <w:p w14:paraId="791CD997" w14:textId="77777777" w:rsidR="0085747A" w:rsidRPr="00017BF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MS Gothic" w:eastAsia="MS Gothic" w:hAnsi="MS Gothic" w:cs="MS Gothic" w:hint="eastAsia"/>
          <w:b w:val="0"/>
          <w:szCs w:val="24"/>
        </w:rPr>
        <w:t>☐</w:t>
      </w:r>
      <w:r w:rsidRPr="00017BF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D47BC0" w14:textId="77777777" w:rsidR="0085747A" w:rsidRPr="00017BFC" w:rsidRDefault="00066E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eastAsia="MS Gothic" w:hAnsi="Corbel"/>
          <w:b w:val="0"/>
          <w:szCs w:val="24"/>
        </w:rPr>
        <w:sym w:font="Wingdings" w:char="F078"/>
      </w:r>
      <w:r w:rsidR="0085747A" w:rsidRPr="00017BF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C9C655F" w14:textId="77777777" w:rsidR="0085747A" w:rsidRPr="00017BF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E9A136" w14:textId="77777777" w:rsidR="00E22FBC" w:rsidRPr="00017BF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1.3 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>For</w:t>
      </w:r>
      <w:r w:rsidR="00445970" w:rsidRPr="00017BFC">
        <w:rPr>
          <w:rFonts w:ascii="Corbel" w:hAnsi="Corbel"/>
          <w:smallCaps w:val="0"/>
          <w:szCs w:val="24"/>
        </w:rPr>
        <w:t xml:space="preserve">ma zaliczenia przedmiotu </w:t>
      </w:r>
      <w:r w:rsidRPr="00017BFC">
        <w:rPr>
          <w:rFonts w:ascii="Corbel" w:hAnsi="Corbel"/>
          <w:smallCaps w:val="0"/>
          <w:szCs w:val="24"/>
        </w:rPr>
        <w:t xml:space="preserve"> (z toku) </w:t>
      </w:r>
    </w:p>
    <w:p w14:paraId="2BDA7B32" w14:textId="77777777" w:rsidR="00187DC3" w:rsidRPr="00017BFC" w:rsidRDefault="00066E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77B4FA30" w14:textId="77777777" w:rsidR="009C54AE" w:rsidRPr="00017BF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EEF926" w14:textId="77777777" w:rsidR="00E960BB" w:rsidRPr="00017BF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14:paraId="380B73E5" w14:textId="77777777" w:rsidTr="00745302">
        <w:tc>
          <w:tcPr>
            <w:tcW w:w="9670" w:type="dxa"/>
          </w:tcPr>
          <w:p w14:paraId="0ED90E6F" w14:textId="77777777" w:rsidR="0085747A" w:rsidRPr="00017BFC" w:rsidRDefault="004D7C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2A69DB2E" w14:textId="77777777" w:rsidR="00153C41" w:rsidRPr="00017BF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0A3606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>3.</w:t>
      </w:r>
      <w:r w:rsidR="0085747A" w:rsidRPr="00017BFC">
        <w:rPr>
          <w:rFonts w:ascii="Corbel" w:hAnsi="Corbel"/>
          <w:szCs w:val="24"/>
        </w:rPr>
        <w:t xml:space="preserve"> </w:t>
      </w:r>
      <w:r w:rsidR="00A84C85" w:rsidRPr="00017BFC">
        <w:rPr>
          <w:rFonts w:ascii="Corbel" w:hAnsi="Corbel"/>
          <w:szCs w:val="24"/>
        </w:rPr>
        <w:t>cele, efekty uczenia się</w:t>
      </w:r>
      <w:r w:rsidR="0085747A" w:rsidRPr="00017BFC">
        <w:rPr>
          <w:rFonts w:ascii="Corbel" w:hAnsi="Corbel"/>
          <w:szCs w:val="24"/>
        </w:rPr>
        <w:t xml:space="preserve"> , treści Programowe i stosowane metody Dydaktyczne</w:t>
      </w:r>
    </w:p>
    <w:p w14:paraId="34C75481" w14:textId="77777777" w:rsidR="0085747A" w:rsidRPr="00017BF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017BFC">
        <w:rPr>
          <w:rFonts w:ascii="Corbel" w:hAnsi="Corbel"/>
          <w:sz w:val="24"/>
          <w:szCs w:val="24"/>
        </w:rPr>
        <w:t>Cele przedmiotu</w:t>
      </w:r>
    </w:p>
    <w:p w14:paraId="5E01A7E9" w14:textId="77777777"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D7C4A" w:rsidRPr="00017BFC" w14:paraId="5F413BEB" w14:textId="77777777" w:rsidTr="00C93E74">
        <w:tc>
          <w:tcPr>
            <w:tcW w:w="675" w:type="dxa"/>
            <w:vAlign w:val="center"/>
          </w:tcPr>
          <w:p w14:paraId="009387B1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6C92FF3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4D7C4A" w:rsidRPr="00017BFC" w14:paraId="2F1CEEDB" w14:textId="77777777" w:rsidTr="00C93E74">
        <w:tc>
          <w:tcPr>
            <w:tcW w:w="675" w:type="dxa"/>
            <w:vAlign w:val="center"/>
          </w:tcPr>
          <w:p w14:paraId="64A485FA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6B4BF55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4D7C4A" w:rsidRPr="00017BFC" w14:paraId="79446ECA" w14:textId="77777777" w:rsidTr="00C93E74">
        <w:tc>
          <w:tcPr>
            <w:tcW w:w="675" w:type="dxa"/>
            <w:vAlign w:val="center"/>
          </w:tcPr>
          <w:p w14:paraId="04040C46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2A577C33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4D7C4A" w:rsidRPr="00017BFC" w14:paraId="4E11F6D6" w14:textId="77777777" w:rsidTr="00C93E74">
        <w:tc>
          <w:tcPr>
            <w:tcW w:w="675" w:type="dxa"/>
            <w:vAlign w:val="center"/>
          </w:tcPr>
          <w:p w14:paraId="515B3969" w14:textId="77777777"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33B65F11" w14:textId="77777777"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Kształtowanie i doskonalenie wiadomości i umiejętności w zakresie: </w:t>
            </w:r>
          </w:p>
          <w:p w14:paraId="7669D48E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14:paraId="550C536E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14:paraId="54E988F0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14:paraId="1E374132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14:paraId="48CCE51E" w14:textId="77777777"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14:paraId="777E9473" w14:textId="77777777" w:rsidR="004D7C4A" w:rsidRPr="00017BFC" w:rsidRDefault="004D7C4A" w:rsidP="00C93E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23761B6" w14:textId="77777777"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p w14:paraId="41AC4128" w14:textId="77777777" w:rsidR="001D7B54" w:rsidRPr="00017BF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3.2 </w:t>
      </w:r>
      <w:r w:rsidR="001D7B54" w:rsidRPr="00017BFC">
        <w:rPr>
          <w:rFonts w:ascii="Corbel" w:hAnsi="Corbel"/>
          <w:b/>
          <w:sz w:val="24"/>
          <w:szCs w:val="24"/>
        </w:rPr>
        <w:t xml:space="preserve">Efekty </w:t>
      </w:r>
      <w:r w:rsidR="00C05F44" w:rsidRPr="00017BF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7BFC">
        <w:rPr>
          <w:rFonts w:ascii="Corbel" w:hAnsi="Corbel"/>
          <w:b/>
          <w:sz w:val="24"/>
          <w:szCs w:val="24"/>
        </w:rPr>
        <w:t>dla przedmiotu</w:t>
      </w:r>
      <w:r w:rsidR="00445970" w:rsidRPr="00017BFC">
        <w:rPr>
          <w:rFonts w:ascii="Corbel" w:hAnsi="Corbel"/>
          <w:sz w:val="24"/>
          <w:szCs w:val="24"/>
        </w:rPr>
        <w:t xml:space="preserve"> </w:t>
      </w:r>
    </w:p>
    <w:p w14:paraId="084C84A9" w14:textId="77777777"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7700B" w:rsidRPr="00017BFC" w14:paraId="60D81E3C" w14:textId="77777777" w:rsidTr="00AB4254">
        <w:tc>
          <w:tcPr>
            <w:tcW w:w="1679" w:type="dxa"/>
          </w:tcPr>
          <w:p w14:paraId="7A89F4CC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smallCaps w:val="0"/>
                <w:szCs w:val="24"/>
              </w:rPr>
              <w:t>EK</w:t>
            </w: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14:paraId="19813929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0D7AA7E6" w14:textId="77777777" w:rsidR="0037700B" w:rsidRPr="00017BFC" w:rsidRDefault="0037700B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587D967" w14:textId="77777777" w:rsidR="007B5707" w:rsidRPr="00017BFC" w:rsidRDefault="007B5707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7AC1CC2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7BF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54" w:rsidRPr="00017BFC" w14:paraId="78CB35F9" w14:textId="77777777" w:rsidTr="00C93E74">
        <w:tc>
          <w:tcPr>
            <w:tcW w:w="1679" w:type="dxa"/>
          </w:tcPr>
          <w:p w14:paraId="5E0CC2E1" w14:textId="77777777"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2A9D1ED6" w14:textId="77777777" w:rsidR="00AB4254" w:rsidRPr="00017BFC" w:rsidRDefault="00AB4254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</w:tcPr>
          <w:p w14:paraId="68B4BD33" w14:textId="77777777"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14:paraId="2B6DB5FD" w14:textId="77777777" w:rsidTr="00C93E74">
        <w:tc>
          <w:tcPr>
            <w:tcW w:w="1679" w:type="dxa"/>
          </w:tcPr>
          <w:p w14:paraId="26E2999B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5E2B846E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Zaprezentuje funkcje i rolę systemu operacyjnego niezbędnego do prawidłowej komunikacji: komputer-użytkownik.</w:t>
            </w:r>
            <w:r w:rsidR="00986DAD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Omówi relacje zachodzące podczas komunikowania w Sieci.</w:t>
            </w:r>
          </w:p>
        </w:tc>
        <w:tc>
          <w:tcPr>
            <w:tcW w:w="1865" w:type="dxa"/>
          </w:tcPr>
          <w:p w14:paraId="468467D9" w14:textId="77777777"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90BB48" w14:textId="77777777" w:rsidR="00986DAD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14:paraId="09B6CB35" w14:textId="77777777" w:rsidTr="00C93E74">
        <w:tc>
          <w:tcPr>
            <w:tcW w:w="1679" w:type="dxa"/>
          </w:tcPr>
          <w:p w14:paraId="2AEB75EA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6176508" w14:textId="4FF7EDEF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Scharakteryzuje elementy platformy e-le</w:t>
            </w:r>
            <w:r w:rsidR="00F97BA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17BFC">
              <w:rPr>
                <w:rFonts w:ascii="Corbel" w:hAnsi="Corbel"/>
                <w:b w:val="0"/>
                <w:smallCaps w:val="0"/>
                <w:szCs w:val="24"/>
              </w:rPr>
              <w:t>rningowej oraz poda sposoby jej wykorzystania w procesie komunikowania.</w:t>
            </w:r>
          </w:p>
        </w:tc>
        <w:tc>
          <w:tcPr>
            <w:tcW w:w="1865" w:type="dxa"/>
          </w:tcPr>
          <w:p w14:paraId="6A8BA145" w14:textId="77777777" w:rsidR="0037700B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14:paraId="1F199262" w14:textId="77777777" w:rsidTr="00C93E74">
        <w:tc>
          <w:tcPr>
            <w:tcW w:w="1679" w:type="dxa"/>
          </w:tcPr>
          <w:p w14:paraId="449E5C63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A4B1B48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14:paraId="7E626069" w14:textId="77777777"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</w:tc>
      </w:tr>
      <w:tr w:rsidR="0037700B" w:rsidRPr="00017BFC" w14:paraId="4481FB95" w14:textId="77777777" w:rsidTr="00C93E74">
        <w:tc>
          <w:tcPr>
            <w:tcW w:w="1679" w:type="dxa"/>
          </w:tcPr>
          <w:p w14:paraId="3311855B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235C009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14:paraId="2314FA27" w14:textId="77777777"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  <w:p w14:paraId="76CD7EAF" w14:textId="77777777"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14:paraId="521018D8" w14:textId="77777777" w:rsidTr="00C93E74">
        <w:tc>
          <w:tcPr>
            <w:tcW w:w="1679" w:type="dxa"/>
          </w:tcPr>
          <w:p w14:paraId="499D4E48" w14:textId="77777777"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32D1011D" w14:textId="77777777"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14:paraId="17249107" w14:textId="77777777"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  <w:p w14:paraId="70DC64B3" w14:textId="77777777"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E95ED03" w14:textId="77777777"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8B25E0F" w14:textId="77777777" w:rsidR="0085747A" w:rsidRPr="00017BF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>3.3</w:t>
      </w:r>
      <w:r w:rsidR="001D7B54" w:rsidRPr="00017BFC">
        <w:rPr>
          <w:rFonts w:ascii="Corbel" w:hAnsi="Corbel"/>
          <w:b/>
          <w:sz w:val="24"/>
          <w:szCs w:val="24"/>
        </w:rPr>
        <w:t xml:space="preserve"> </w:t>
      </w:r>
      <w:r w:rsidR="0085747A" w:rsidRPr="00017BFC">
        <w:rPr>
          <w:rFonts w:ascii="Corbel" w:hAnsi="Corbel"/>
          <w:b/>
          <w:sz w:val="24"/>
          <w:szCs w:val="24"/>
        </w:rPr>
        <w:t>T</w:t>
      </w:r>
      <w:r w:rsidR="001D7B54" w:rsidRPr="00017BF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7BFC">
        <w:rPr>
          <w:rFonts w:ascii="Corbel" w:hAnsi="Corbel"/>
          <w:sz w:val="24"/>
          <w:szCs w:val="24"/>
        </w:rPr>
        <w:t xml:space="preserve">  </w:t>
      </w:r>
    </w:p>
    <w:p w14:paraId="1DCF5AB7" w14:textId="77777777" w:rsidR="0085747A" w:rsidRPr="00017BF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Problematyka </w:t>
      </w:r>
      <w:r w:rsidR="00963312" w:rsidRPr="00017BFC">
        <w:rPr>
          <w:rFonts w:ascii="Corbel" w:hAnsi="Corbel"/>
          <w:sz w:val="24"/>
          <w:szCs w:val="24"/>
        </w:rPr>
        <w:t>zajęć warsztatowych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FF0" w:rsidRPr="00017BFC" w14:paraId="122843F6" w14:textId="77777777" w:rsidTr="00C93E74">
        <w:tc>
          <w:tcPr>
            <w:tcW w:w="9520" w:type="dxa"/>
          </w:tcPr>
          <w:p w14:paraId="36D7DC39" w14:textId="77777777" w:rsidR="005F1FF0" w:rsidRPr="00017BFC" w:rsidRDefault="005F1FF0" w:rsidP="00C93E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1FF0" w:rsidRPr="00017BFC" w14:paraId="5131A92A" w14:textId="77777777" w:rsidTr="00C93E74">
        <w:tc>
          <w:tcPr>
            <w:tcW w:w="9520" w:type="dxa"/>
          </w:tcPr>
          <w:p w14:paraId="2DC3F242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</w:t>
            </w: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prawa użytkowników; zapisywanie i wyszukiwanie plików w strukturze sieci LAN.</w:t>
            </w:r>
          </w:p>
        </w:tc>
      </w:tr>
      <w:tr w:rsidR="005F1FF0" w:rsidRPr="00017BFC" w14:paraId="49990F01" w14:textId="77777777" w:rsidTr="00C93E74">
        <w:tc>
          <w:tcPr>
            <w:tcW w:w="9520" w:type="dxa"/>
          </w:tcPr>
          <w:p w14:paraId="79338C44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5F1FF0" w:rsidRPr="00017BFC" w14:paraId="56556BD7" w14:textId="77777777" w:rsidTr="00C93E74">
        <w:tc>
          <w:tcPr>
            <w:tcW w:w="9520" w:type="dxa"/>
          </w:tcPr>
          <w:p w14:paraId="0FE16E69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5F1FF0" w:rsidRPr="00017BFC" w14:paraId="585D0EA3" w14:textId="77777777" w:rsidTr="00C93E74">
        <w:tc>
          <w:tcPr>
            <w:tcW w:w="9520" w:type="dxa"/>
          </w:tcPr>
          <w:p w14:paraId="2616EBB4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5F1FF0" w:rsidRPr="00017BFC" w14:paraId="09751223" w14:textId="77777777" w:rsidTr="00C93E74">
        <w:tc>
          <w:tcPr>
            <w:tcW w:w="9520" w:type="dxa"/>
          </w:tcPr>
          <w:p w14:paraId="0507708A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5F1FF0" w:rsidRPr="00017BFC" w14:paraId="64107197" w14:textId="77777777" w:rsidTr="00C93E74">
        <w:tc>
          <w:tcPr>
            <w:tcW w:w="9520" w:type="dxa"/>
          </w:tcPr>
          <w:p w14:paraId="6B457E70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5F1FF0" w:rsidRPr="00017BFC" w14:paraId="42E356A4" w14:textId="77777777" w:rsidTr="00D77AA5">
        <w:trPr>
          <w:trHeight w:val="261"/>
        </w:trPr>
        <w:tc>
          <w:tcPr>
            <w:tcW w:w="9520" w:type="dxa"/>
          </w:tcPr>
          <w:p w14:paraId="65E2A510" w14:textId="77777777"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5F1FF0" w:rsidRPr="00017BFC" w14:paraId="0A2DC191" w14:textId="77777777" w:rsidTr="00C93E74">
        <w:tc>
          <w:tcPr>
            <w:tcW w:w="9520" w:type="dxa"/>
          </w:tcPr>
          <w:p w14:paraId="267FA6C6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5F1FF0" w:rsidRPr="00017BFC" w14:paraId="554CC01E" w14:textId="77777777" w:rsidTr="00C93E74">
        <w:tc>
          <w:tcPr>
            <w:tcW w:w="9520" w:type="dxa"/>
          </w:tcPr>
          <w:p w14:paraId="18677DAB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5F1FF0" w:rsidRPr="00017BFC" w14:paraId="686606DD" w14:textId="77777777" w:rsidTr="00C93E74">
        <w:tc>
          <w:tcPr>
            <w:tcW w:w="9520" w:type="dxa"/>
          </w:tcPr>
          <w:p w14:paraId="7C73252C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5F1FF0" w:rsidRPr="00017BFC" w14:paraId="130360F4" w14:textId="77777777" w:rsidTr="00C93E74">
        <w:tc>
          <w:tcPr>
            <w:tcW w:w="9520" w:type="dxa"/>
          </w:tcPr>
          <w:p w14:paraId="2D222C1F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5F1FF0" w:rsidRPr="00017BFC" w14:paraId="59DA0A72" w14:textId="77777777" w:rsidTr="00C93E74">
        <w:tc>
          <w:tcPr>
            <w:tcW w:w="9520" w:type="dxa"/>
          </w:tcPr>
          <w:p w14:paraId="03AB3342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5F1FF0" w:rsidRPr="00017BFC" w14:paraId="63ADA925" w14:textId="77777777" w:rsidTr="00C93E74">
        <w:tc>
          <w:tcPr>
            <w:tcW w:w="9520" w:type="dxa"/>
          </w:tcPr>
          <w:p w14:paraId="1CCF9C58" w14:textId="77777777"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danych.</w:t>
            </w:r>
          </w:p>
        </w:tc>
      </w:tr>
      <w:tr w:rsidR="005F1FF0" w:rsidRPr="00017BFC" w14:paraId="3C6737E1" w14:textId="77777777" w:rsidTr="00C93E74">
        <w:tc>
          <w:tcPr>
            <w:tcW w:w="9520" w:type="dxa"/>
          </w:tcPr>
          <w:p w14:paraId="183ECDBB" w14:textId="77777777" w:rsidR="005F1FF0" w:rsidRPr="00017BFC" w:rsidRDefault="005F1FF0" w:rsidP="00C93E7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017BFC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14:paraId="5ED78E60" w14:textId="77777777" w:rsidR="005F1FF0" w:rsidRPr="00017BFC" w:rsidRDefault="005F1FF0" w:rsidP="005F1FF0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7DD856" w14:textId="77777777" w:rsidR="0085747A" w:rsidRPr="00017BF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3.4 Metody dydaktyczne</w:t>
      </w:r>
      <w:r w:rsidRPr="00017BFC">
        <w:rPr>
          <w:rFonts w:ascii="Corbel" w:hAnsi="Corbel"/>
          <w:b w:val="0"/>
          <w:smallCaps w:val="0"/>
          <w:szCs w:val="24"/>
        </w:rPr>
        <w:t xml:space="preserve"> </w:t>
      </w:r>
    </w:p>
    <w:p w14:paraId="0CE11E75" w14:textId="77777777" w:rsidR="005F1FF0" w:rsidRPr="00017BFC" w:rsidRDefault="00066E2B" w:rsidP="00066E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ć</w:t>
      </w:r>
      <w:r w:rsidR="005F1FF0" w:rsidRPr="00017BFC">
        <w:rPr>
          <w:rFonts w:ascii="Corbel" w:hAnsi="Corbel"/>
          <w:b w:val="0"/>
          <w:smallCaps w:val="0"/>
          <w:szCs w:val="24"/>
        </w:rPr>
        <w:t>wiczenia praktyczne realizowane w pracowni komputerowej, wykorzystanie platformy e-learningowej „Eureka”</w:t>
      </w:r>
      <w:r w:rsidR="00D77AA5" w:rsidRPr="00017BFC">
        <w:rPr>
          <w:rFonts w:ascii="Corbel" w:hAnsi="Corbel"/>
          <w:b w:val="0"/>
          <w:smallCaps w:val="0"/>
          <w:szCs w:val="24"/>
        </w:rPr>
        <w:t>.</w:t>
      </w:r>
    </w:p>
    <w:p w14:paraId="335A1F5C" w14:textId="77777777" w:rsidR="0085747A" w:rsidRPr="00017B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1D062" w14:textId="77777777" w:rsidR="0085747A" w:rsidRPr="00017BF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 </w:t>
      </w:r>
      <w:r w:rsidR="0085747A" w:rsidRPr="00017BFC">
        <w:rPr>
          <w:rFonts w:ascii="Corbel" w:hAnsi="Corbel"/>
          <w:smallCaps w:val="0"/>
          <w:szCs w:val="24"/>
        </w:rPr>
        <w:t>METODY I KRYTERIA OCENY</w:t>
      </w:r>
      <w:r w:rsidR="009F4610" w:rsidRPr="00017BFC">
        <w:rPr>
          <w:rFonts w:ascii="Corbel" w:hAnsi="Corbel"/>
          <w:smallCaps w:val="0"/>
          <w:szCs w:val="24"/>
        </w:rPr>
        <w:t xml:space="preserve"> </w:t>
      </w:r>
    </w:p>
    <w:p w14:paraId="60540FC6" w14:textId="77777777" w:rsidR="00923D7D" w:rsidRPr="00017BF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EE0669" w14:textId="77777777" w:rsidR="0085747A" w:rsidRPr="00017BF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7BFC">
        <w:rPr>
          <w:rFonts w:ascii="Corbel" w:hAnsi="Corbel"/>
          <w:smallCaps w:val="0"/>
          <w:szCs w:val="24"/>
        </w:rPr>
        <w:t>uczenia się</w:t>
      </w:r>
    </w:p>
    <w:p w14:paraId="2D7897B4" w14:textId="77777777" w:rsidR="005F1FF0" w:rsidRPr="00017BFC" w:rsidRDefault="005F1FF0" w:rsidP="00D82D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5F1FF0" w:rsidRPr="00017BFC" w14:paraId="38DF5092" w14:textId="77777777" w:rsidTr="00B40E3A">
        <w:tc>
          <w:tcPr>
            <w:tcW w:w="1962" w:type="dxa"/>
            <w:vAlign w:val="center"/>
          </w:tcPr>
          <w:p w14:paraId="066098A7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42CD045A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E2CC7B0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6F5805C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9FF99" w14:textId="77777777"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1FF0" w:rsidRPr="00017BFC" w14:paraId="27496691" w14:textId="77777777" w:rsidTr="00066E2B">
        <w:tc>
          <w:tcPr>
            <w:tcW w:w="1962" w:type="dxa"/>
          </w:tcPr>
          <w:p w14:paraId="6A22CF85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4802364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16" w:type="dxa"/>
            <w:vAlign w:val="center"/>
          </w:tcPr>
          <w:p w14:paraId="52DA99C1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72B22218" w14:textId="77777777" w:rsidTr="00066E2B">
        <w:tc>
          <w:tcPr>
            <w:tcW w:w="1962" w:type="dxa"/>
          </w:tcPr>
          <w:p w14:paraId="45F0A044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3B413781" w14:textId="77777777"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6" w:type="dxa"/>
            <w:vAlign w:val="center"/>
          </w:tcPr>
          <w:p w14:paraId="4FFB31CB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6144646E" w14:textId="77777777" w:rsidTr="00066E2B">
        <w:trPr>
          <w:trHeight w:val="153"/>
        </w:trPr>
        <w:tc>
          <w:tcPr>
            <w:tcW w:w="1962" w:type="dxa"/>
          </w:tcPr>
          <w:p w14:paraId="36D2DB65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52378217" w14:textId="77777777"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16" w:type="dxa"/>
            <w:vAlign w:val="center"/>
          </w:tcPr>
          <w:p w14:paraId="36868260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1E0F9511" w14:textId="77777777" w:rsidTr="00066E2B">
        <w:tc>
          <w:tcPr>
            <w:tcW w:w="1962" w:type="dxa"/>
          </w:tcPr>
          <w:p w14:paraId="17CDBBB6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42" w:type="dxa"/>
          </w:tcPr>
          <w:p w14:paraId="4AA6F03C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16" w:type="dxa"/>
            <w:vAlign w:val="center"/>
          </w:tcPr>
          <w:p w14:paraId="015B13B4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14:paraId="3391BCFF" w14:textId="77777777" w:rsidTr="00066E2B">
        <w:tc>
          <w:tcPr>
            <w:tcW w:w="1962" w:type="dxa"/>
          </w:tcPr>
          <w:p w14:paraId="56D67B40" w14:textId="77777777"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7D4335ED" w14:textId="77777777" w:rsidR="005F1FF0" w:rsidRPr="00017BFC" w:rsidRDefault="00B40E3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16" w:type="dxa"/>
            <w:vAlign w:val="center"/>
          </w:tcPr>
          <w:p w14:paraId="1678CE5F" w14:textId="77777777"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90C5C19" w14:textId="77777777" w:rsidR="005F1FF0" w:rsidRPr="00017BFC" w:rsidRDefault="005F1F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A3626A3" w14:textId="77777777" w:rsidR="0085747A" w:rsidRPr="00017BF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4.2 </w:t>
      </w:r>
      <w:r w:rsidR="0085747A" w:rsidRPr="00017BF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7BFC">
        <w:rPr>
          <w:rFonts w:ascii="Corbel" w:hAnsi="Corbel"/>
          <w:smallCaps w:val="0"/>
          <w:szCs w:val="24"/>
        </w:rPr>
        <w:t xml:space="preserve"> </w:t>
      </w:r>
    </w:p>
    <w:p w14:paraId="3A752949" w14:textId="77777777" w:rsidR="00923D7D" w:rsidRPr="00017BF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14:paraId="76031958" w14:textId="77777777" w:rsidTr="00923D7D">
        <w:tc>
          <w:tcPr>
            <w:tcW w:w="9670" w:type="dxa"/>
          </w:tcPr>
          <w:p w14:paraId="3BBDA8D7" w14:textId="77777777" w:rsidR="0085747A" w:rsidRPr="00017BFC" w:rsidRDefault="00B40E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 w:rsidRPr="00017BFC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017BF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formie: od </w:t>
            </w:r>
            <w:proofErr w:type="spellStart"/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proofErr w:type="spellStart"/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6FF02B9E" w14:textId="77777777" w:rsidR="00066E2B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BC646E7" w14:textId="77777777" w:rsidR="009F4610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5. </w:t>
      </w:r>
      <w:r w:rsidR="00C61DC5" w:rsidRPr="00017BF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9B0B86" w14:textId="77777777"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40E3A" w:rsidRPr="00017BFC" w14:paraId="301D987A" w14:textId="77777777" w:rsidTr="00C93E74">
        <w:tc>
          <w:tcPr>
            <w:tcW w:w="4962" w:type="dxa"/>
            <w:vAlign w:val="center"/>
          </w:tcPr>
          <w:p w14:paraId="4715D40B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2B7484F6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0E3A" w:rsidRPr="00017BFC" w14:paraId="54ABA905" w14:textId="77777777" w:rsidTr="00C93E74">
        <w:tc>
          <w:tcPr>
            <w:tcW w:w="4962" w:type="dxa"/>
          </w:tcPr>
          <w:p w14:paraId="7A6F4241" w14:textId="430C36BD" w:rsidR="00B40E3A" w:rsidRPr="00017BFC" w:rsidRDefault="00B40E3A" w:rsidP="00DB6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194DB1D3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0E3A" w:rsidRPr="00017BFC" w14:paraId="27430248" w14:textId="77777777" w:rsidTr="00C93E74">
        <w:tc>
          <w:tcPr>
            <w:tcW w:w="4962" w:type="dxa"/>
          </w:tcPr>
          <w:p w14:paraId="587FF597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3FFD745A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14:paraId="79657A02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5068C59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0E3A" w:rsidRPr="00017BFC" w14:paraId="253C97D0" w14:textId="77777777" w:rsidTr="00C93E74">
        <w:tc>
          <w:tcPr>
            <w:tcW w:w="4962" w:type="dxa"/>
          </w:tcPr>
          <w:p w14:paraId="50BB56BA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DFAFDDB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60E97DB1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7887E5E9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108C0A18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76BE44D" w14:textId="77777777" w:rsidR="00B40E3A" w:rsidRPr="00017BFC" w:rsidRDefault="00066E2B" w:rsidP="005C63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8</w:t>
            </w:r>
          </w:p>
          <w:p w14:paraId="312256E8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7</w:t>
            </w:r>
          </w:p>
          <w:p w14:paraId="0D6CE291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0E3A" w:rsidRPr="00017BFC" w14:paraId="182CD6BE" w14:textId="77777777" w:rsidTr="00C93E74">
        <w:tc>
          <w:tcPr>
            <w:tcW w:w="4962" w:type="dxa"/>
          </w:tcPr>
          <w:p w14:paraId="2098D6D0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75B1A5" w14:textId="77777777"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5</w:t>
            </w:r>
            <w:r w:rsidR="00B40E3A" w:rsidRPr="00017B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40E3A" w:rsidRPr="00017BFC" w14:paraId="498FE456" w14:textId="77777777" w:rsidTr="00C93E74">
        <w:tc>
          <w:tcPr>
            <w:tcW w:w="4962" w:type="dxa"/>
          </w:tcPr>
          <w:p w14:paraId="0B36FBA9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61448E" w14:textId="77777777"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0378E89" w14:textId="77777777"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E63E8B2" w14:textId="77777777" w:rsidR="0085747A" w:rsidRPr="00017BFC" w:rsidRDefault="00923D7D" w:rsidP="00066E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BF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7BF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E2E715" w14:textId="77777777" w:rsidR="003E1941" w:rsidRPr="00017BF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7D21E" w14:textId="77777777" w:rsidR="0085747A" w:rsidRPr="00017BF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6. </w:t>
      </w:r>
      <w:r w:rsidR="0085747A" w:rsidRPr="00017BFC">
        <w:rPr>
          <w:rFonts w:ascii="Corbel" w:hAnsi="Corbel"/>
          <w:smallCaps w:val="0"/>
          <w:szCs w:val="24"/>
        </w:rPr>
        <w:t>PRAKTYKI ZAWO</w:t>
      </w:r>
      <w:r w:rsidR="009D3F3B" w:rsidRPr="00017BFC">
        <w:rPr>
          <w:rFonts w:ascii="Corbel" w:hAnsi="Corbel"/>
          <w:smallCaps w:val="0"/>
          <w:szCs w:val="24"/>
        </w:rPr>
        <w:t>DOWE W RAMACH PRZEDMIOTU</w:t>
      </w:r>
    </w:p>
    <w:p w14:paraId="1CD4994D" w14:textId="77777777" w:rsidR="0085747A" w:rsidRPr="00017BF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017BFC" w14:paraId="63AF97BE" w14:textId="77777777" w:rsidTr="00066E2B">
        <w:trPr>
          <w:trHeight w:val="397"/>
        </w:trPr>
        <w:tc>
          <w:tcPr>
            <w:tcW w:w="4111" w:type="dxa"/>
          </w:tcPr>
          <w:p w14:paraId="2309CEA1" w14:textId="77777777"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A48BE0B" w14:textId="77777777"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17BFC" w14:paraId="54CAE93D" w14:textId="77777777" w:rsidTr="00066E2B">
        <w:trPr>
          <w:trHeight w:val="397"/>
        </w:trPr>
        <w:tc>
          <w:tcPr>
            <w:tcW w:w="4111" w:type="dxa"/>
          </w:tcPr>
          <w:p w14:paraId="625D3581" w14:textId="77777777"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CDA7BC4" w14:textId="77777777"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62BD9A" w14:textId="77777777" w:rsidR="003E1941" w:rsidRPr="00017BF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107AC2" w14:textId="756FC768" w:rsidR="00017BFC" w:rsidRPr="00017BFC" w:rsidRDefault="00F97BA6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</w:t>
      </w:r>
      <w:r w:rsidR="00017BFC" w:rsidRPr="00017BFC">
        <w:rPr>
          <w:rFonts w:ascii="Corbel" w:hAnsi="Corbel"/>
          <w:smallCaps w:val="0"/>
          <w:szCs w:val="24"/>
        </w:rPr>
        <w:t xml:space="preserve">. LITERATURA </w:t>
      </w:r>
    </w:p>
    <w:p w14:paraId="7D425F0E" w14:textId="77777777" w:rsidR="00017BFC" w:rsidRPr="00017BFC" w:rsidRDefault="00017BFC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17BFC" w:rsidRPr="00017BFC" w14:paraId="3D8F69D9" w14:textId="77777777" w:rsidTr="00260E8A">
        <w:tc>
          <w:tcPr>
            <w:tcW w:w="9497" w:type="dxa"/>
          </w:tcPr>
          <w:p w14:paraId="7645A294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87B09C4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017BFC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14:paraId="533283BC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14:paraId="53F4B3D7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>Walkenbach</w:t>
            </w:r>
            <w:proofErr w:type="spellEnd"/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017BFC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Excel 20016 PL. Biblia</w:t>
            </w:r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wyd. </w:t>
            </w:r>
            <w:r w:rsidRPr="00017BFC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14:paraId="6DA41233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017BFC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017BFC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4A5B193A" w14:textId="77777777"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017BFC">
              <w:rPr>
                <w:rFonts w:ascii="Corbel" w:hAnsi="Corbel"/>
                <w:sz w:val="24"/>
                <w:szCs w:val="24"/>
              </w:rPr>
              <w:t>, wyd. Helion,  Gliwice 2012</w:t>
            </w:r>
          </w:p>
          <w:p w14:paraId="23E392B9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Strony internetowe:</w:t>
            </w:r>
          </w:p>
          <w:p w14:paraId="6C809613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14:paraId="1C0A5310" w14:textId="77777777" w:rsidR="00017BFC" w:rsidRPr="00017BFC" w:rsidRDefault="006526D6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017BFC" w:rsidRPr="00017BFC">
                <w:rPr>
                  <w:rStyle w:val="Hipercze"/>
                  <w:rFonts w:ascii="Corbel" w:hAnsi="Corbel"/>
                  <w:sz w:val="24"/>
                  <w:szCs w:val="24"/>
                </w:rPr>
                <w:t>http://www.google.com</w:t>
              </w:r>
            </w:hyperlink>
          </w:p>
          <w:p w14:paraId="53213F8A" w14:textId="77777777"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color w:val="0000FF"/>
                <w:sz w:val="24"/>
                <w:szCs w:val="24"/>
                <w:u w:val="single"/>
              </w:rPr>
              <w:t>https://www.eureka.ur.edu.pl</w:t>
            </w:r>
          </w:p>
        </w:tc>
      </w:tr>
      <w:tr w:rsidR="00017BFC" w:rsidRPr="00017BFC" w14:paraId="7EE4883E" w14:textId="77777777" w:rsidTr="00260E8A">
        <w:tc>
          <w:tcPr>
            <w:tcW w:w="9497" w:type="dxa"/>
          </w:tcPr>
          <w:p w14:paraId="41DC8612" w14:textId="77777777" w:rsidR="00017BFC" w:rsidRPr="00017BFC" w:rsidRDefault="00017BFC" w:rsidP="00260E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102B05" w14:textId="77777777" w:rsidR="00017BFC" w:rsidRPr="00017BFC" w:rsidRDefault="00017BFC" w:rsidP="00260E8A">
            <w:pPr>
              <w:pStyle w:val="Styl1"/>
              <w:rPr>
                <w:rFonts w:ascii="Corbel" w:hAnsi="Corbel"/>
                <w:b w:val="0"/>
                <w:smallCaps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 Walter N.(red.), </w:t>
            </w:r>
            <w:r w:rsidRPr="00017BFC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017BFC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14:paraId="3B4F276C" w14:textId="77777777"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WORLD Komputer,</w:t>
            </w:r>
          </w:p>
          <w:p w14:paraId="66A83472" w14:textId="77777777"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Format,</w:t>
            </w:r>
          </w:p>
          <w:p w14:paraId="5DF0EDED" w14:textId="77777777"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mallCap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Komputer Świat</w:t>
            </w:r>
          </w:p>
        </w:tc>
      </w:tr>
    </w:tbl>
    <w:p w14:paraId="204BA8FD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9EAC22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E4D00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1CB8C3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E900C9" w14:textId="77777777"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CFE0BB" w14:textId="77777777" w:rsidR="00066E2B" w:rsidRPr="00017BFC" w:rsidRDefault="00066E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66E2B" w:rsidRPr="00017BFC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06C2CD0" w14:textId="77777777"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00169C" w14:textId="77777777"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0197D" w14:textId="77777777" w:rsidR="00AB4254" w:rsidRPr="00017BFC" w:rsidRDefault="00AB4254" w:rsidP="00AB425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B4254" w:rsidRPr="00017BF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0128A" w14:textId="77777777" w:rsidR="006526D6" w:rsidRDefault="006526D6" w:rsidP="00C16ABF">
      <w:pPr>
        <w:spacing w:after="0" w:line="240" w:lineRule="auto"/>
      </w:pPr>
      <w:r>
        <w:separator/>
      </w:r>
    </w:p>
  </w:endnote>
  <w:endnote w:type="continuationSeparator" w:id="0">
    <w:p w14:paraId="13E0DE52" w14:textId="77777777" w:rsidR="006526D6" w:rsidRDefault="006526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8396E" w14:textId="77777777" w:rsidR="006526D6" w:rsidRDefault="006526D6" w:rsidP="00C16ABF">
      <w:pPr>
        <w:spacing w:after="0" w:line="240" w:lineRule="auto"/>
      </w:pPr>
      <w:r>
        <w:separator/>
      </w:r>
    </w:p>
  </w:footnote>
  <w:footnote w:type="continuationSeparator" w:id="0">
    <w:p w14:paraId="20E87DF0" w14:textId="77777777" w:rsidR="006526D6" w:rsidRDefault="006526D6" w:rsidP="00C16ABF">
      <w:pPr>
        <w:spacing w:after="0" w:line="240" w:lineRule="auto"/>
      </w:pPr>
      <w:r>
        <w:continuationSeparator/>
      </w:r>
    </w:p>
  </w:footnote>
  <w:footnote w:id="1">
    <w:p w14:paraId="7F9CA43C" w14:textId="77777777" w:rsidR="0037700B" w:rsidRDefault="0037700B" w:rsidP="00377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FC"/>
    <w:rsid w:val="00022ECE"/>
    <w:rsid w:val="00042A51"/>
    <w:rsid w:val="00042D2E"/>
    <w:rsid w:val="00044C82"/>
    <w:rsid w:val="00066E2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DC3"/>
    <w:rsid w:val="00192F37"/>
    <w:rsid w:val="001A597B"/>
    <w:rsid w:val="001A70D2"/>
    <w:rsid w:val="001D657B"/>
    <w:rsid w:val="001D7B54"/>
    <w:rsid w:val="001E0209"/>
    <w:rsid w:val="001F2A6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5F4"/>
    <w:rsid w:val="002D3375"/>
    <w:rsid w:val="002D73D4"/>
    <w:rsid w:val="002F02A3"/>
    <w:rsid w:val="002F4ABE"/>
    <w:rsid w:val="003018BA"/>
    <w:rsid w:val="0030395F"/>
    <w:rsid w:val="00304BCF"/>
    <w:rsid w:val="00305C92"/>
    <w:rsid w:val="003060ED"/>
    <w:rsid w:val="003151C5"/>
    <w:rsid w:val="003343CF"/>
    <w:rsid w:val="00346FE9"/>
    <w:rsid w:val="0034759A"/>
    <w:rsid w:val="003503F6"/>
    <w:rsid w:val="003530DD"/>
    <w:rsid w:val="00363F78"/>
    <w:rsid w:val="0037700B"/>
    <w:rsid w:val="0038552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08E"/>
    <w:rsid w:val="00490F7D"/>
    <w:rsid w:val="00491678"/>
    <w:rsid w:val="004968E2"/>
    <w:rsid w:val="004A3EEA"/>
    <w:rsid w:val="004A4D1F"/>
    <w:rsid w:val="004B4E34"/>
    <w:rsid w:val="004D5282"/>
    <w:rsid w:val="004D7C4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37F"/>
    <w:rsid w:val="005C696A"/>
    <w:rsid w:val="005E6E85"/>
    <w:rsid w:val="005F1FF0"/>
    <w:rsid w:val="005F31D2"/>
    <w:rsid w:val="0061029B"/>
    <w:rsid w:val="00617230"/>
    <w:rsid w:val="00621CE1"/>
    <w:rsid w:val="00627FC9"/>
    <w:rsid w:val="00647FA8"/>
    <w:rsid w:val="00650C5F"/>
    <w:rsid w:val="006526D6"/>
    <w:rsid w:val="00654934"/>
    <w:rsid w:val="006620D9"/>
    <w:rsid w:val="00671958"/>
    <w:rsid w:val="00675843"/>
    <w:rsid w:val="00694F0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507"/>
    <w:rsid w:val="00724677"/>
    <w:rsid w:val="00725459"/>
    <w:rsid w:val="00727EEE"/>
    <w:rsid w:val="007327BD"/>
    <w:rsid w:val="00734608"/>
    <w:rsid w:val="00745302"/>
    <w:rsid w:val="007461D6"/>
    <w:rsid w:val="00746EC8"/>
    <w:rsid w:val="00763BF1"/>
    <w:rsid w:val="00766FD4"/>
    <w:rsid w:val="00776018"/>
    <w:rsid w:val="0078168C"/>
    <w:rsid w:val="00787C2A"/>
    <w:rsid w:val="00790E27"/>
    <w:rsid w:val="007A265C"/>
    <w:rsid w:val="007A4022"/>
    <w:rsid w:val="007A6E6E"/>
    <w:rsid w:val="007B176A"/>
    <w:rsid w:val="007B5707"/>
    <w:rsid w:val="007B7FDF"/>
    <w:rsid w:val="007C3299"/>
    <w:rsid w:val="007C3BCC"/>
    <w:rsid w:val="007C4546"/>
    <w:rsid w:val="007D6E56"/>
    <w:rsid w:val="007F2AC7"/>
    <w:rsid w:val="007F4155"/>
    <w:rsid w:val="0081554D"/>
    <w:rsid w:val="0081707E"/>
    <w:rsid w:val="008359DF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719"/>
    <w:rsid w:val="009508DF"/>
    <w:rsid w:val="00950DAC"/>
    <w:rsid w:val="00954A07"/>
    <w:rsid w:val="00963312"/>
    <w:rsid w:val="00986DAD"/>
    <w:rsid w:val="00997F14"/>
    <w:rsid w:val="009A78D9"/>
    <w:rsid w:val="009C3E31"/>
    <w:rsid w:val="009C502E"/>
    <w:rsid w:val="009C54AE"/>
    <w:rsid w:val="009C788E"/>
    <w:rsid w:val="009D3F3B"/>
    <w:rsid w:val="009E0543"/>
    <w:rsid w:val="009E3B41"/>
    <w:rsid w:val="009F3C5C"/>
    <w:rsid w:val="009F4610"/>
    <w:rsid w:val="00A00ECC"/>
    <w:rsid w:val="00A0635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2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0F"/>
    <w:rsid w:val="00B3130B"/>
    <w:rsid w:val="00B40ADB"/>
    <w:rsid w:val="00B40E3A"/>
    <w:rsid w:val="00B43B77"/>
    <w:rsid w:val="00B43E80"/>
    <w:rsid w:val="00B607DB"/>
    <w:rsid w:val="00B66529"/>
    <w:rsid w:val="00B75946"/>
    <w:rsid w:val="00B8056E"/>
    <w:rsid w:val="00B819C8"/>
    <w:rsid w:val="00B822F9"/>
    <w:rsid w:val="00B82308"/>
    <w:rsid w:val="00B90885"/>
    <w:rsid w:val="00B93E72"/>
    <w:rsid w:val="00BB3DB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A5"/>
    <w:rsid w:val="00D8075B"/>
    <w:rsid w:val="00D82D83"/>
    <w:rsid w:val="00D8678B"/>
    <w:rsid w:val="00DA2114"/>
    <w:rsid w:val="00DB6A4E"/>
    <w:rsid w:val="00DC3AE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0CB5"/>
    <w:rsid w:val="00E8107D"/>
    <w:rsid w:val="00E933D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97BA6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9FE69"/>
  <w15:docId w15:val="{D56AD074-18F9-4D77-ABFE-C752E5E5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5C637F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14A29-28FD-476B-A898-AD9F3841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1028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2020-01-28T11:47:00Z</dcterms:created>
  <dcterms:modified xsi:type="dcterms:W3CDTF">2023-05-19T06:51:00Z</dcterms:modified>
</cp:coreProperties>
</file>